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BC222" w14:textId="78125EDA" w:rsidR="007859D1" w:rsidRDefault="00F6003C"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1A5DD8" wp14:editId="748B0C73">
                <wp:simplePos x="0" y="0"/>
                <wp:positionH relativeFrom="column">
                  <wp:posOffset>-197971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764"/>
                              <w:gridCol w:w="902"/>
                            </w:tblGrid>
                            <w:tr w:rsidR="00F6003C" w14:paraId="1496800C" w14:textId="77777777" w:rsidTr="00F6003C">
                              <w:trPr>
                                <w:trHeight w:val="539"/>
                              </w:trPr>
                              <w:tc>
                                <w:tcPr>
                                  <w:tcW w:w="764" w:type="dxa"/>
                                </w:tcPr>
                                <w:p w14:paraId="1EC280B2" w14:textId="77777777" w:rsidR="00F6003C" w:rsidRDefault="00F6003C" w:rsidP="00F6003C">
                                  <w:pPr>
                                    <w:pStyle w:val="SA"/>
                                  </w:pPr>
                                  <w:bookmarkStart w:id="0" w:name="sndZipColumn" w:colFirst="0" w:colLast="1"/>
                                  <w:bookmarkStart w:id="1" w:name="sndZipA" w:colFirst="0" w:colLast="0"/>
                                  <w:bookmarkStart w:id="2" w:name="sndZipB" w:colFirst="1" w:colLast="1"/>
                                  <w:r w:rsidRPr="00F6003C">
                                    <w:rPr>
                                      <w:rFonts w:ascii="OCRB"/>
                                    </w:rPr>
                                    <w:t>136</w:t>
                                  </w:r>
                                </w:p>
                              </w:tc>
                              <w:tc>
                                <w:tcPr>
                                  <w:tcW w:w="902" w:type="dxa"/>
                                </w:tcPr>
                                <w:p w14:paraId="26CFFFD6" w14:textId="77777777" w:rsidR="00F6003C" w:rsidRDefault="00F6003C" w:rsidP="00F6003C">
                                  <w:pPr>
                                    <w:pStyle w:val="SB"/>
                                    <w:ind w:right="-105"/>
                                  </w:pPr>
                                  <w:r w:rsidRPr="00F6003C">
                                    <w:rPr>
                                      <w:rFonts w:ascii="OCRB"/>
                                    </w:rPr>
                                    <w:t>0071</w:t>
                                  </w:r>
                                </w:p>
                              </w:tc>
                            </w:tr>
                            <w:bookmarkEnd w:id="0"/>
                            <w:bookmarkEnd w:id="1"/>
                            <w:bookmarkEnd w:id="2"/>
                          </w:tbl>
                          <w:p w14:paraId="6CBB14E3" w14:textId="77777777" w:rsidR="00F6003C" w:rsidRDefault="00F6003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1A5DD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4" o:spid="_x0000_s1026" type="#_x0000_t202" style="position:absolute;left:0;text-align:left;margin-left:-15.6pt;margin-top:316.4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764"/>
                        <w:gridCol w:w="902"/>
                      </w:tblGrid>
                      <w:tr w:rsidR="00F6003C" w14:paraId="1496800C" w14:textId="77777777" w:rsidTr="00F6003C">
                        <w:trPr>
                          <w:trHeight w:val="539"/>
                        </w:trPr>
                        <w:tc>
                          <w:tcPr>
                            <w:tcW w:w="764" w:type="dxa"/>
                          </w:tcPr>
                          <w:p w14:paraId="1EC280B2" w14:textId="77777777" w:rsidR="00F6003C" w:rsidRDefault="00F6003C" w:rsidP="00F6003C">
                            <w:pPr>
                              <w:pStyle w:val="SA"/>
                            </w:pPr>
                            <w:bookmarkStart w:id="3" w:name="sndZipColumn" w:colFirst="0" w:colLast="1"/>
                            <w:bookmarkStart w:id="4" w:name="sndZipA" w:colFirst="0" w:colLast="0"/>
                            <w:bookmarkStart w:id="5" w:name="sndZipB" w:colFirst="1" w:colLast="1"/>
                            <w:r w:rsidRPr="00F6003C">
                              <w:rPr>
                                <w:rFonts w:ascii="OCRB"/>
                              </w:rPr>
                              <w:t>136</w:t>
                            </w:r>
                          </w:p>
                        </w:tc>
                        <w:tc>
                          <w:tcPr>
                            <w:tcW w:w="902" w:type="dxa"/>
                          </w:tcPr>
                          <w:p w14:paraId="26CFFFD6" w14:textId="77777777" w:rsidR="00F6003C" w:rsidRDefault="00F6003C" w:rsidP="00F6003C">
                            <w:pPr>
                              <w:pStyle w:val="SB"/>
                              <w:ind w:right="-105"/>
                            </w:pPr>
                            <w:r w:rsidRPr="00F6003C">
                              <w:rPr>
                                <w:rFonts w:ascii="OCRB"/>
                              </w:rPr>
                              <w:t>0071</w:t>
                            </w:r>
                          </w:p>
                        </w:tc>
                      </w:tr>
                      <w:bookmarkEnd w:id="3"/>
                      <w:bookmarkEnd w:id="4"/>
                      <w:bookmarkEnd w:id="5"/>
                    </w:tbl>
                    <w:p w14:paraId="6CBB14E3" w14:textId="77777777" w:rsidR="00F6003C" w:rsidRDefault="00F6003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D34C6C" wp14:editId="1606EB9B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02"/>
                            </w:tblGrid>
                            <w:tr w:rsidR="00F6003C" w14:paraId="68BB3189" w14:textId="77777777" w:rsidTr="00F6003C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426" w:type="dxa"/>
                                  <w:textDirection w:val="tbRlV"/>
                                </w:tcPr>
                                <w:bookmarkStart w:id="6" w:name="rcvName"/>
                                <w:p w14:paraId="5FCE37E1" w14:textId="105BA4B6" w:rsidR="00F6003C" w:rsidRDefault="00F6003C" w:rsidP="00F6003C">
                                  <w:pPr>
                                    <w:pStyle w:val="R0"/>
                                  </w:pPr>
                                  <w:r w:rsidRPr="00F6003C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F6003C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F6003C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姓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山下　一也</w: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 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bookmarkStart w:id="7" w:name="rcvOptName"/>
                                <w:bookmarkEnd w:id="6"/>
                                <w:bookmarkEnd w:id="7"/>
                                <w:p w14:paraId="0542A4DC" w14:textId="6F7FE341" w:rsidR="00F6003C" w:rsidRDefault="00F6003C">
                                  <w:pPr>
                                    <w:pStyle w:val="R0"/>
                                    <w:jc w:val="right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連名 </w:instrText>
                                  </w:r>
                                  <w:r>
                                    <w:fldChar w:fldCharType="separate"/>
                                  </w:r>
                                  <w:r w:rsidRPr="008769E0">
                                    <w:rPr>
                                      <w:noProof/>
                                    </w:rPr>
                                    <w:t>美幸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tr w:rsidR="00F6003C" w14:paraId="68DF1C2F" w14:textId="77777777" w:rsidTr="00F6003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426" w:type="dxa"/>
                                  <w:textDirection w:val="tbRlV"/>
                                </w:tcPr>
                                <w:p w14:paraId="20C8C72F" w14:textId="77777777" w:rsidR="00F6003C" w:rsidRDefault="00F6003C">
                                  <w:pPr>
                                    <w:pStyle w:val="R0"/>
                                    <w:jc w:val="center"/>
                                  </w:pPr>
                                  <w:bookmarkStart w:id="8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8"/>
                                </w:p>
                                <w:p w14:paraId="706835A6" w14:textId="1BC6AA42" w:rsidR="00F6003C" w:rsidRDefault="00F6003C">
                                  <w:pPr>
                                    <w:pStyle w:val="R0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IF </w:instrTex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連名 </w:instrText>
                                  </w:r>
                                  <w:r>
                                    <w:fldChar w:fldCharType="separate"/>
                                  </w:r>
                                  <w:r w:rsidRPr="008769E0">
                                    <w:rPr>
                                      <w:noProof/>
                                    </w:rPr>
                                    <w:instrText>美幸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instrText>&lt;&gt; "" "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様</w:instrText>
                                  </w:r>
                                  <w:r>
                                    <w:instrText xml:space="preserve">" ""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52493314" w14:textId="77777777" w:rsidR="00F6003C" w:rsidRDefault="00F6003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34C6C" id="テキスト ボックス 56" o:spid="_x0000_s1027" type="#_x0000_t202" style="position:absolute;left:0;text-align:left;margin-left:68pt;margin-top:51.05pt;width:90.6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02"/>
                      </w:tblGrid>
                      <w:tr w:rsidR="00F6003C" w14:paraId="68BB3189" w14:textId="77777777" w:rsidTr="00F6003C">
                        <w:trPr>
                          <w:cantSplit/>
                          <w:trHeight w:val="4305"/>
                        </w:trPr>
                        <w:tc>
                          <w:tcPr>
                            <w:tcW w:w="1426" w:type="dxa"/>
                            <w:textDirection w:val="tbRlV"/>
                          </w:tcPr>
                          <w:bookmarkStart w:id="9" w:name="rcvName"/>
                          <w:p w14:paraId="5FCE37E1" w14:textId="105BA4B6" w:rsidR="00F6003C" w:rsidRDefault="00F6003C" w:rsidP="00F6003C">
                            <w:pPr>
                              <w:pStyle w:val="R0"/>
                            </w:pPr>
                            <w:r w:rsidRPr="00F6003C">
                              <w:rPr>
                                <w:sz w:val="34"/>
                              </w:rPr>
                              <w:fldChar w:fldCharType="begin"/>
                            </w:r>
                            <w:r w:rsidRPr="00F6003C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F6003C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姓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山下　一也</w:t>
                            </w:r>
                            <w:r>
                              <w:fldChar w:fldCharType="end"/>
                            </w:r>
                            <w:r>
                              <w:t xml:space="preserve">  </w:t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名 \m </w:instrText>
                            </w:r>
                            <w:r>
                              <w:fldChar w:fldCharType="end"/>
                            </w:r>
                          </w:p>
                          <w:bookmarkStart w:id="10" w:name="rcvOptName"/>
                          <w:bookmarkEnd w:id="9"/>
                          <w:bookmarkEnd w:id="10"/>
                          <w:p w14:paraId="0542A4DC" w14:textId="6F7FE341" w:rsidR="00F6003C" w:rsidRDefault="00F6003C">
                            <w:pPr>
                              <w:pStyle w:val="R0"/>
                              <w:jc w:val="right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連名 </w:instrText>
                            </w:r>
                            <w:r>
                              <w:fldChar w:fldCharType="separate"/>
                            </w:r>
                            <w:r w:rsidRPr="008769E0">
                              <w:rPr>
                                <w:noProof/>
                              </w:rPr>
                              <w:t>美幸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tr w:rsidR="00F6003C" w14:paraId="68DF1C2F" w14:textId="77777777" w:rsidTr="00F6003C">
                        <w:trPr>
                          <w:cantSplit/>
                          <w:trHeight w:val="1223"/>
                        </w:trPr>
                        <w:tc>
                          <w:tcPr>
                            <w:tcW w:w="1426" w:type="dxa"/>
                            <w:textDirection w:val="tbRlV"/>
                          </w:tcPr>
                          <w:p w14:paraId="20C8C72F" w14:textId="77777777" w:rsidR="00F6003C" w:rsidRDefault="00F6003C">
                            <w:pPr>
                              <w:pStyle w:val="R0"/>
                              <w:jc w:val="center"/>
                            </w:pPr>
                            <w:bookmarkStart w:id="11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11"/>
                          </w:p>
                          <w:p w14:paraId="706835A6" w14:textId="1BC6AA42" w:rsidR="00F6003C" w:rsidRDefault="00F6003C">
                            <w:pPr>
                              <w:pStyle w:val="R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連名 </w:instrText>
                            </w:r>
                            <w:r>
                              <w:fldChar w:fldCharType="separate"/>
                            </w:r>
                            <w:r w:rsidRPr="008769E0">
                              <w:rPr>
                                <w:noProof/>
                              </w:rPr>
                              <w:instrText>美幸</w:instrText>
                            </w:r>
                            <w:r>
                              <w:fldChar w:fldCharType="end"/>
                            </w:r>
                            <w:r>
                              <w:instrText>&lt;&gt; "" "</w:instrText>
                            </w:r>
                            <w:r>
                              <w:rPr>
                                <w:rFonts w:hint="eastAsia"/>
                              </w:rPr>
                              <w:instrText>様</w:instrText>
                            </w:r>
                            <w:r>
                              <w:instrText xml:space="preserve">" ""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</w:tbl>
                    <w:p w14:paraId="52493314" w14:textId="77777777" w:rsidR="00F6003C" w:rsidRDefault="00F6003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A44AB5" wp14:editId="3A002B32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6350" b="5080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06" w:type="dxa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06"/>
                            </w:tblGrid>
                            <w:tr w:rsidR="00F6003C" w14:paraId="0488E401" w14:textId="77777777" w:rsidTr="00F6003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1006" w:type="dxa"/>
                                  <w:textDirection w:val="tbRlV"/>
                                </w:tcPr>
                                <w:bookmarkStart w:id="12" w:name="rcvAddress" w:colFirst="0" w:colLast="0"/>
                                <w:p w14:paraId="00B234BF" w14:textId="227AAA56" w:rsidR="00F6003C" w:rsidRDefault="00F6003C" w:rsidP="00F6003C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東京都文京区小石川ｘ-ｘ-ｘ</w: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4F9E3CA2" w14:textId="374CFF3B" w:rsidR="00F6003C" w:rsidRDefault="00F6003C" w:rsidP="00F6003C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\v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ハイツ○○一〇一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2"/>
                          </w:tbl>
                          <w:p w14:paraId="129FAE71" w14:textId="77777777" w:rsidR="00F6003C" w:rsidRDefault="00F6003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44AB5" id="テキスト ボックス 55" o:spid="_x0000_s1028" type="#_x0000_t202" style="position:absolute;left:0;text-align:left;margin-left:190.7pt;margin-top:51.05pt;width:52.6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" filled="f" stroked="f">
                <v:textbox inset="0,0,0,0">
                  <w:txbxContent>
                    <w:tbl>
                      <w:tblPr>
                        <w:tblW w:w="1006" w:type="dxa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06"/>
                      </w:tblGrid>
                      <w:tr w:rsidR="00F6003C" w14:paraId="0488E401" w14:textId="77777777" w:rsidTr="00F6003C">
                        <w:trPr>
                          <w:cantSplit/>
                          <w:trHeight w:val="5240"/>
                        </w:trPr>
                        <w:tc>
                          <w:tcPr>
                            <w:tcW w:w="1006" w:type="dxa"/>
                            <w:textDirection w:val="tbRlV"/>
                          </w:tcPr>
                          <w:bookmarkStart w:id="13" w:name="rcvAddress" w:colFirst="0" w:colLast="0"/>
                          <w:p w14:paraId="00B234BF" w14:textId="227AAA56" w:rsidR="00F6003C" w:rsidRDefault="00F6003C" w:rsidP="00F6003C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東京都文京区小石川ｘ-ｘ-ｘ</w:t>
                            </w:r>
                            <w:r>
                              <w:fldChar w:fldCharType="end"/>
                            </w:r>
                          </w:p>
                          <w:p w14:paraId="4F9E3CA2" w14:textId="374CFF3B" w:rsidR="00F6003C" w:rsidRDefault="00F6003C" w:rsidP="00F6003C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\v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ハイツ○○一〇一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3"/>
                    </w:tbl>
                    <w:p w14:paraId="129FAE71" w14:textId="77777777" w:rsidR="00F6003C" w:rsidRDefault="00F6003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B2A540" wp14:editId="397A4A0A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61"/>
                            </w:tblGrid>
                            <w:tr w:rsidR="00F6003C" w14:paraId="5AAC306D" w14:textId="77777777" w:rsidTr="00F6003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361" w:type="dxa"/>
                                  <w:textDirection w:val="tbRlV"/>
                                </w:tcPr>
                                <w:p w14:paraId="312814CF" w14:textId="77777777" w:rsidR="00F6003C" w:rsidRDefault="00F6003C" w:rsidP="00F6003C">
                                  <w:pPr>
                                    <w:pStyle w:val="S1"/>
                                    <w:rPr>
                                      <w:rFonts w:hint="eastAsia"/>
                                    </w:rPr>
                                  </w:pPr>
                                  <w:bookmarkStart w:id="14" w:name="sndAddress" w:colFirst="0" w:colLast="0"/>
                                  <w:r>
                                    <w:rPr>
                                      <w:rFonts w:hint="eastAsia"/>
                                    </w:rPr>
                                    <w:t>東京都江東区亀戸××</w:t>
                                  </w:r>
                                </w:p>
                                <w:p w14:paraId="69B31A6B" w14:textId="77777777" w:rsidR="00F6003C" w:rsidRDefault="00F6003C" w:rsidP="00F6003C">
                                  <w:pPr>
                                    <w:pStyle w:val="S2"/>
                                  </w:pPr>
                                </w:p>
                                <w:p w14:paraId="1709772E" w14:textId="77777777" w:rsidR="00F6003C" w:rsidRDefault="00F6003C" w:rsidP="00F6003C">
                                  <w:pPr>
                                    <w:pStyle w:val="S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○○商事</w:t>
                                  </w:r>
                                </w:p>
                                <w:p w14:paraId="612DE04C" w14:textId="77777777" w:rsidR="00F6003C" w:rsidRDefault="00F6003C" w:rsidP="00F6003C">
                                  <w:pPr>
                                    <w:pStyle w:val="S0"/>
                                    <w:rPr>
                                      <w:rFonts w:hint="eastAsia"/>
                                    </w:rPr>
                                  </w:pPr>
                                  <w:r w:rsidRPr="00F6003C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佐藤太郎</w:t>
                                  </w:r>
                                </w:p>
                                <w:p w14:paraId="3802B37A" w14:textId="77777777" w:rsidR="00F6003C" w:rsidRDefault="00F6003C" w:rsidP="00F6003C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14"/>
                          </w:tbl>
                          <w:p w14:paraId="1ACAAF06" w14:textId="77777777" w:rsidR="00F6003C" w:rsidRDefault="00F6003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2A540" id="テキスト ボックス 57" o:spid="_x0000_s1029" type="#_x0000_t202" style="position:absolute;left:0;text-align:left;margin-left:-14pt;margin-top:147.4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61"/>
                      </w:tblGrid>
                      <w:tr w:rsidR="00F6003C" w14:paraId="5AAC306D" w14:textId="77777777" w:rsidTr="00F6003C">
                        <w:trPr>
                          <w:cantSplit/>
                          <w:trHeight w:val="3341"/>
                        </w:trPr>
                        <w:tc>
                          <w:tcPr>
                            <w:tcW w:w="1361" w:type="dxa"/>
                            <w:textDirection w:val="tbRlV"/>
                          </w:tcPr>
                          <w:p w14:paraId="312814CF" w14:textId="77777777" w:rsidR="00F6003C" w:rsidRDefault="00F6003C" w:rsidP="00F6003C">
                            <w:pPr>
                              <w:pStyle w:val="S1"/>
                              <w:rPr>
                                <w:rFonts w:hint="eastAsia"/>
                              </w:rPr>
                            </w:pPr>
                            <w:bookmarkStart w:id="15" w:name="sndAddress" w:colFirst="0" w:colLast="0"/>
                            <w:r>
                              <w:rPr>
                                <w:rFonts w:hint="eastAsia"/>
                              </w:rPr>
                              <w:t>東京都江東区亀戸××</w:t>
                            </w:r>
                          </w:p>
                          <w:p w14:paraId="69B31A6B" w14:textId="77777777" w:rsidR="00F6003C" w:rsidRDefault="00F6003C" w:rsidP="00F6003C">
                            <w:pPr>
                              <w:pStyle w:val="S2"/>
                            </w:pPr>
                          </w:p>
                          <w:p w14:paraId="1709772E" w14:textId="77777777" w:rsidR="00F6003C" w:rsidRDefault="00F6003C" w:rsidP="00F6003C">
                            <w:pPr>
                              <w:pStyle w:val="S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○○商事</w:t>
                            </w:r>
                          </w:p>
                          <w:p w14:paraId="612DE04C" w14:textId="77777777" w:rsidR="00F6003C" w:rsidRDefault="00F6003C" w:rsidP="00F6003C">
                            <w:pPr>
                              <w:pStyle w:val="S0"/>
                              <w:rPr>
                                <w:rFonts w:hint="eastAsia"/>
                              </w:rPr>
                            </w:pPr>
                            <w:r w:rsidRPr="00F6003C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佐藤太郎</w:t>
                            </w:r>
                          </w:p>
                          <w:p w14:paraId="3802B37A" w14:textId="77777777" w:rsidR="00F6003C" w:rsidRDefault="00F6003C" w:rsidP="00F6003C">
                            <w:pPr>
                              <w:pStyle w:val="S3"/>
                            </w:pPr>
                          </w:p>
                        </w:tc>
                      </w:tr>
                      <w:bookmarkEnd w:id="15"/>
                    </w:tbl>
                    <w:p w14:paraId="1ACAAF06" w14:textId="77777777" w:rsidR="00F6003C" w:rsidRDefault="00F6003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77278B" wp14:editId="2D34C508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61"/>
                            </w:tblGrid>
                            <w:tr w:rsidR="00F6003C" w14:paraId="0003030B" w14:textId="77777777" w:rsidTr="00F6003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361" w:type="dxa"/>
                                </w:tcPr>
                                <w:p w14:paraId="34677512" w14:textId="77777777" w:rsidR="00F6003C" w:rsidRPr="00F6003C" w:rsidRDefault="00F6003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6" w:name="sndZipC" w:colFirst="0" w:colLast="0"/>
                                </w:p>
                              </w:tc>
                            </w:tr>
                            <w:bookmarkEnd w:id="16"/>
                          </w:tbl>
                          <w:p w14:paraId="0E9865C3" w14:textId="77777777" w:rsidR="00F6003C" w:rsidRDefault="00F6003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7278B" id="テキスト ボックス 59" o:spid="_x0000_s1030" type="#_x0000_t202" style="position:absolute;left:0;text-align:left;margin-left:-13.15pt;margin-top:133.8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61"/>
                      </w:tblGrid>
                      <w:tr w:rsidR="00F6003C" w14:paraId="0003030B" w14:textId="77777777" w:rsidTr="00F6003C">
                        <w:trPr>
                          <w:cantSplit/>
                          <w:trHeight w:val="282"/>
                        </w:trPr>
                        <w:tc>
                          <w:tcPr>
                            <w:tcW w:w="1361" w:type="dxa"/>
                          </w:tcPr>
                          <w:p w14:paraId="34677512" w14:textId="77777777" w:rsidR="00F6003C" w:rsidRPr="00F6003C" w:rsidRDefault="00F6003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7" w:name="sndZipC" w:colFirst="0" w:colLast="0"/>
                          </w:p>
                        </w:tc>
                      </w:tr>
                      <w:bookmarkEnd w:id="17"/>
                    </w:tbl>
                    <w:p w14:paraId="0E9865C3" w14:textId="77777777" w:rsidR="00F6003C" w:rsidRDefault="00F6003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778CF6" wp14:editId="71679706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67"/>
                            </w:tblGrid>
                            <w:tr w:rsidR="00F6003C" w14:paraId="498FD38B" w14:textId="77777777" w:rsidTr="00F6003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667" w:type="dxa"/>
                                  <w:textDirection w:val="tbRlV"/>
                                  <w:vAlign w:val="bottom"/>
                                </w:tcPr>
                                <w:bookmarkStart w:id="18" w:name="rcvOffice" w:colFirst="0" w:colLast="0"/>
                                <w:p w14:paraId="04801857" w14:textId="305D22F0" w:rsidR="00F6003C" w:rsidRDefault="00F6003C" w:rsidP="00F6003C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4132811C" w14:textId="5182BA50" w:rsidR="00F6003C" w:rsidRDefault="00F6003C" w:rsidP="00F6003C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8"/>
                          </w:tbl>
                          <w:p w14:paraId="2DB35EDA" w14:textId="77777777" w:rsidR="00F6003C" w:rsidRDefault="00F6003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78CF6" id="テキスト ボックス 58" o:spid="_x0000_s1031" type="#_x0000_t202" style="position:absolute;left:0;text-align:left;margin-left:151.55pt;margin-top:51.05pt;width:45.6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67"/>
                      </w:tblGrid>
                      <w:tr w:rsidR="00F6003C" w14:paraId="498FD38B" w14:textId="77777777" w:rsidTr="00F6003C">
                        <w:trPr>
                          <w:cantSplit/>
                          <w:trHeight w:val="5240"/>
                        </w:trPr>
                        <w:tc>
                          <w:tcPr>
                            <w:tcW w:w="667" w:type="dxa"/>
                            <w:textDirection w:val="tbRlV"/>
                            <w:vAlign w:val="bottom"/>
                          </w:tcPr>
                          <w:bookmarkStart w:id="19" w:name="rcvOffice" w:colFirst="0" w:colLast="0"/>
                          <w:p w14:paraId="04801857" w14:textId="305D22F0" w:rsidR="00F6003C" w:rsidRDefault="00F6003C" w:rsidP="00F6003C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end"/>
                            </w:r>
                          </w:p>
                          <w:p w14:paraId="4132811C" w14:textId="5182BA50" w:rsidR="00F6003C" w:rsidRDefault="00F6003C" w:rsidP="00F6003C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部署名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9"/>
                    </w:tbl>
                    <w:p w14:paraId="2DB35EDA" w14:textId="77777777" w:rsidR="00F6003C" w:rsidRDefault="00F6003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19C355" wp14:editId="1747636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F6003C" w14:paraId="469D6BC5" w14:textId="77777777" w:rsidTr="00F6003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20" w:name="rcvZipA" w:colFirst="0" w:colLast="0"/>
                                <w:bookmarkStart w:id="21" w:name="rcvZipB" w:colFirst="1" w:colLast="1"/>
                                <w:p w14:paraId="2BBB9383" w14:textId="0FB768A4" w:rsidR="00F6003C" w:rsidRPr="00F6003C" w:rsidRDefault="00F6003C" w:rsidP="00F6003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F6003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F6003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F6003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F6003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F6003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112-0002</w:t>
                                  </w:r>
                                  <w:r w:rsidRPr="00F6003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14:paraId="5616E008" w14:textId="2AA8643D" w:rsidR="00F6003C" w:rsidRPr="00F6003C" w:rsidRDefault="00F6003C" w:rsidP="00F6003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F6003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F6003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F6003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F6003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F6003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112-0002</w:t>
                                  </w:r>
                                  <w:r w:rsidRPr="00F6003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20"/>
                            <w:bookmarkEnd w:id="21"/>
                          </w:tbl>
                          <w:p w14:paraId="203C4EBE" w14:textId="77777777" w:rsidR="00F6003C" w:rsidRDefault="00F6003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9C355" id="テキスト ボックス 53" o:spid="_x0000_s1032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F6003C" w14:paraId="469D6BC5" w14:textId="77777777" w:rsidTr="00F6003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22" w:name="rcvZipA" w:colFirst="0" w:colLast="0"/>
                          <w:bookmarkStart w:id="23" w:name="rcvZipB" w:colFirst="1" w:colLast="1"/>
                          <w:p w14:paraId="2BBB9383" w14:textId="0FB768A4" w:rsidR="00F6003C" w:rsidRPr="00F6003C" w:rsidRDefault="00F6003C" w:rsidP="00F6003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F6003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F6003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F6003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F6003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F6003C">
                              <w:rPr>
                                <w:rFonts w:ascii="OCRB"/>
                              </w:rPr>
                              <w:fldChar w:fldCharType="separate"/>
                            </w:r>
                            <w:r>
                              <w:rPr>
                                <w:rFonts w:ascii="OCRB"/>
                                <w:noProof/>
                              </w:rPr>
                              <w:t>112-0002</w:t>
                            </w:r>
                            <w:r w:rsidRPr="00F6003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14:paraId="5616E008" w14:textId="2AA8643D" w:rsidR="00F6003C" w:rsidRPr="00F6003C" w:rsidRDefault="00F6003C" w:rsidP="00F6003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F6003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F6003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F6003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F6003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F6003C">
                              <w:rPr>
                                <w:rFonts w:ascii="OCRB"/>
                              </w:rPr>
                              <w:fldChar w:fldCharType="separate"/>
                            </w:r>
                            <w:r>
                              <w:rPr>
                                <w:rFonts w:ascii="OCRB"/>
                                <w:noProof/>
                              </w:rPr>
                              <w:t>112-0002</w:t>
                            </w:r>
                            <w:r w:rsidRPr="00F6003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22"/>
                      <w:bookmarkEnd w:id="23"/>
                    </w:tbl>
                    <w:p w14:paraId="203C4EBE" w14:textId="77777777" w:rsidR="00F6003C" w:rsidRDefault="00F6003C"/>
                  </w:txbxContent>
                </v:textbox>
              </v:shape>
            </w:pict>
          </mc:Fallback>
        </mc:AlternateContent>
      </w:r>
    </w:p>
    <w:sectPr w:rsidR="007859D1" w:rsidSect="00F6003C">
      <w:headerReference w:type="default" r:id="rId6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CDEA3" w14:textId="77777777" w:rsidR="00662737" w:rsidRDefault="00662737" w:rsidP="00F6003C">
      <w:r>
        <w:separator/>
      </w:r>
    </w:p>
  </w:endnote>
  <w:endnote w:type="continuationSeparator" w:id="0">
    <w:p w14:paraId="758E60DF" w14:textId="77777777" w:rsidR="00662737" w:rsidRDefault="00662737" w:rsidP="00F6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F859A" w14:textId="77777777" w:rsidR="00662737" w:rsidRDefault="00662737" w:rsidP="00F6003C">
      <w:r>
        <w:separator/>
      </w:r>
    </w:p>
  </w:footnote>
  <w:footnote w:type="continuationSeparator" w:id="0">
    <w:p w14:paraId="08953338" w14:textId="77777777" w:rsidR="00662737" w:rsidRDefault="00662737" w:rsidP="00F6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6B3C" w14:textId="77777777" w:rsidR="00F6003C" w:rsidRDefault="00F6003C">
    <w:pPr>
      <w:pStyle w:val="ac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8066FB4" wp14:editId="19F825C8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DC53A2" w14:textId="77777777" w:rsidR="00F6003C" w:rsidRDefault="00F6003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 wp14:anchorId="4C89A6EA" wp14:editId="57D54642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066FB4"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" o:allowincell="f" stroked="f">
              <v:textbox inset="1mm">
                <w:txbxContent>
                  <w:p w14:paraId="11DC53A2" w14:textId="77777777" w:rsidR="00F6003C" w:rsidRDefault="00F6003C">
                    <w:r>
                      <w:rPr>
                        <w:noProof/>
                        <w:vanish/>
                      </w:rPr>
                      <w:drawing>
                        <wp:inline distT="0" distB="0" distL="0" distR="0" wp14:anchorId="4C89A6EA" wp14:editId="57D54642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bordersDoNotSurroundHeader/>
  <w:bordersDoNotSurroundFooter/>
  <w:proofState w:spelling="clean" w:grammar="clean"/>
  <w:formsDesign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C:\Users\kr_re\Dropbox\ワンパブ作業フォルダ\04_世界一わかりやすいエクセル&amp;ワード\00_TEKIKAKU社内共有\SampleFile\Word_sample\Word_03sho\03sho_Lesson1_jusyoroku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2"/>
    <w:viewMergedData/>
    <w:odso>
      <w:udl w:val="Provider=Microsoft.ACE.OLEDB.12.0;User ID=Admin;Data Source=C:\Users\kr_re\Dropbox\ワンパブ作業フォルダ\04_世界一わかりやすいエクセル&amp;ワード\00_TEKIKAKU社内共有\SampleFile\Word_sample\Word_03sho\03sho_Lesson1_jusyoroku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3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氏名"/>
        <w:mappedName w:val="姓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会社名"/>
        <w:mappedName w:val="会社名"/>
        <w:column w:val="6"/>
        <w:lid w:val="en-US"/>
      </w:fieldMapData>
      <w:fieldMapData>
        <w:type w:val="dbColumn"/>
        <w:name w:val="住所１"/>
        <w:mappedName w:val="住所 1"/>
        <w:column w:val="4"/>
        <w:lid w:val="en-US"/>
      </w:fieldMapData>
      <w:fieldMapData>
        <w:type w:val="dbColumn"/>
        <w:name w:val="住所２"/>
        <w:mappedName w:val="住所 2"/>
        <w:column w:val="5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郵便番号"/>
        <w:mappedName w:val="郵便番号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連名"/>
        <w:mappedName w:val="連名の名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03C"/>
    <w:rsid w:val="00511BD9"/>
    <w:rsid w:val="00662737"/>
    <w:rsid w:val="007859D1"/>
    <w:rsid w:val="00F6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5D9DFC"/>
  <w15:chartTrackingRefBased/>
  <w15:docId w15:val="{BD70123F-E08E-4D18-92C0-388A04013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03C"/>
    <w:pPr>
      <w:widowControl w:val="0"/>
    </w:pPr>
    <w:rPr>
      <w:rFonts w:ascii="HG正楷書体-PRO" w:eastAsia="HG正楷書体-PRO" w:hAnsi="Century" w:cs="Times New Roman"/>
      <w:szCs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6003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00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003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003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003C"/>
    <w:pPr>
      <w:keepNext/>
      <w:keepLines/>
      <w:spacing w:before="80" w:after="4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003C"/>
    <w:pPr>
      <w:keepNext/>
      <w:keepLines/>
      <w:spacing w:before="80" w:after="4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003C"/>
    <w:pPr>
      <w:keepNext/>
      <w:keepLines/>
      <w:spacing w:before="80" w:after="4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003C"/>
    <w:pPr>
      <w:keepNext/>
      <w:keepLines/>
      <w:spacing w:before="80" w:after="4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003C"/>
    <w:pPr>
      <w:keepNext/>
      <w:keepLines/>
      <w:spacing w:before="80" w:after="4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  <w:rsid w:val="00F6003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F6003C"/>
  </w:style>
  <w:style w:type="character" w:customStyle="1" w:styleId="10">
    <w:name w:val="見出し 1 (文字)"/>
    <w:basedOn w:val="a0"/>
    <w:link w:val="1"/>
    <w:uiPriority w:val="9"/>
    <w:rsid w:val="00F6003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6003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6003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600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600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600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600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600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6003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6003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600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003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6003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00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6003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003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6003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600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6003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6003C"/>
    <w:rPr>
      <w:b/>
      <w:bCs/>
      <w:smallCaps/>
      <w:color w:val="0F4761" w:themeColor="accent1" w:themeShade="BF"/>
      <w:spacing w:val="5"/>
    </w:rPr>
  </w:style>
  <w:style w:type="paragraph" w:customStyle="1" w:styleId="R">
    <w:name w:val="R会社"/>
    <w:basedOn w:val="a"/>
    <w:rsid w:val="00F6003C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F6003C"/>
    <w:pPr>
      <w:ind w:left="0"/>
    </w:pPr>
    <w:rPr>
      <w:noProof/>
      <w:sz w:val="22"/>
    </w:rPr>
  </w:style>
  <w:style w:type="paragraph" w:customStyle="1" w:styleId="R0">
    <w:name w:val="R氏名"/>
    <w:basedOn w:val="a"/>
    <w:rsid w:val="00F6003C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F6003C"/>
    <w:rPr>
      <w:noProof/>
      <w:sz w:val="44"/>
    </w:rPr>
  </w:style>
  <w:style w:type="paragraph" w:customStyle="1" w:styleId="R1">
    <w:name w:val="R住所_1"/>
    <w:basedOn w:val="a"/>
    <w:rsid w:val="00F6003C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F6003C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F6003C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F6003C"/>
    <w:pPr>
      <w:ind w:left="0"/>
    </w:pPr>
    <w:rPr>
      <w:noProof/>
      <w:sz w:val="21"/>
    </w:rPr>
  </w:style>
  <w:style w:type="paragraph" w:customStyle="1" w:styleId="R3">
    <w:name w:val="R部署"/>
    <w:basedOn w:val="a"/>
    <w:rsid w:val="00F6003C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F6003C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F6003C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F6003C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F6003C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F6003C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F6003C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F6003C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F6003C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F6003C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F6003C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F6003C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F6003C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a">
    <w:name w:val="Balloon Text"/>
    <w:basedOn w:val="a"/>
    <w:link w:val="ab"/>
    <w:semiHidden/>
    <w:rsid w:val="00F6003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F6003C"/>
    <w:rPr>
      <w:rFonts w:ascii="Arial" w:eastAsia="ＭＳ ゴシック" w:hAnsi="Arial" w:cs="Times New Roman"/>
      <w:sz w:val="18"/>
      <w:szCs w:val="18"/>
      <w14:ligatures w14:val="none"/>
    </w:rPr>
  </w:style>
  <w:style w:type="paragraph" w:styleId="ac">
    <w:name w:val="header"/>
    <w:basedOn w:val="a"/>
    <w:link w:val="ad"/>
    <w:rsid w:val="00F6003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rsid w:val="00F6003C"/>
    <w:rPr>
      <w:rFonts w:ascii="Century" w:eastAsia="ＭＳ 明朝" w:hAnsi="Century" w:cs="Times New Roman"/>
      <w:szCs w:val="24"/>
      <w14:ligatures w14:val="none"/>
    </w:rPr>
  </w:style>
  <w:style w:type="paragraph" w:styleId="ae">
    <w:name w:val="footer"/>
    <w:basedOn w:val="a"/>
    <w:link w:val="af"/>
    <w:rsid w:val="00F6003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rsid w:val="00F6003C"/>
    <w:rPr>
      <w:rFonts w:ascii="Century" w:eastAsia="ＭＳ 明朝" w:hAnsi="Century" w:cs="Times New Roman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kr_re\Dropbox\&#12527;&#12531;&#12497;&#12502;&#20316;&#26989;&#12501;&#12457;&#12523;&#12480;\04_&#19990;&#30028;&#19968;&#12431;&#12363;&#12426;&#12420;&#12377;&#12356;&#12456;&#12463;&#12475;&#12523;&amp;&#12527;&#12540;&#12489;\00_TEKIKAKU&#31038;&#20869;&#20849;&#26377;\SampleFile\Word_sample\Word_03sho\03sho_Lesson1_jusyoroku.xlsx" TargetMode="External"/><Relationship Id="rId2" Type="http://schemas.openxmlformats.org/officeDocument/2006/relationships/mailMergeSource" Target="file:///C:\Users\kr_re\Dropbox\&#12527;&#12531;&#12497;&#12502;&#20316;&#26989;&#12501;&#12457;&#12523;&#12480;\04_&#19990;&#30028;&#19968;&#12431;&#12363;&#12426;&#12420;&#12377;&#12356;&#12456;&#12463;&#12475;&#12523;&amp;&#12527;&#12540;&#12489;\00_TEKIKAKU&#31038;&#20869;&#20849;&#26377;\SampleFile\Word_sample\Word_03sho\03sho_Lesson1_jusyoroku.xlsx" TargetMode="External"/><Relationship Id="rId1" Type="http://schemas.openxmlformats.org/officeDocument/2006/relationships/attachedTemplate" Target="file:///C:\Program%20Files\Microsoft%20Office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5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西尾彩香</dc:creator>
  <cp:keywords/>
  <dc:description/>
  <cp:lastModifiedBy>西尾彩香</cp:lastModifiedBy>
  <cp:revision>1</cp:revision>
  <dcterms:created xsi:type="dcterms:W3CDTF">2025-12-10T06:20:00Z</dcterms:created>
  <dcterms:modified xsi:type="dcterms:W3CDTF">2025-12-10T06:25:00Z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