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CF4C9" w14:textId="54997965" w:rsidR="007C4609" w:rsidRPr="000F09D4" w:rsidRDefault="00C91CD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C7936B" wp14:editId="4E6533F0">
                <wp:simplePos x="0" y="0"/>
                <wp:positionH relativeFrom="column">
                  <wp:posOffset>2765425</wp:posOffset>
                </wp:positionH>
                <wp:positionV relativeFrom="paragraph">
                  <wp:posOffset>439420</wp:posOffset>
                </wp:positionV>
                <wp:extent cx="1784985" cy="1159510"/>
                <wp:effectExtent l="22225" t="20320" r="21590" b="39179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985" cy="1159510"/>
                        </a:xfrm>
                        <a:prstGeom prst="cloudCallout">
                          <a:avLst>
                            <a:gd name="adj1" fmla="val 42778"/>
                            <a:gd name="adj2" fmla="val 79407"/>
                          </a:avLst>
                        </a:prstGeom>
                        <a:solidFill>
                          <a:srgbClr val="FFFFFF"/>
                        </a:solidFill>
                        <a:ln w="28575" cmpd="sng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C9E7E2" w14:textId="5F61090A" w:rsidR="002C1B57" w:rsidRPr="00C91CD0" w:rsidRDefault="002C1B57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2C1B5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思い切って移住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しました！</w:t>
                            </w:r>
                            <w:r w:rsidRPr="002C1B57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ぜひ遊びに来てくださいね。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C7936B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19" o:spid="_x0000_s1026" type="#_x0000_t106" style="position:absolute;left:0;text-align:left;margin-left:217.75pt;margin-top:34.6pt;width:140.55pt;height:9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" adj="20040,27952" strokecolor="#9bbb59 [3206]" strokeweight="2.25pt">
                <v:textbox inset="5.85pt,.7pt,5.85pt,.7pt">
                  <w:txbxContent>
                    <w:p w14:paraId="35C9E7E2" w14:textId="5F61090A" w:rsidR="002C1B57" w:rsidRPr="00C91CD0" w:rsidRDefault="002C1B57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2C1B5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思い切って移住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しました！</w:t>
                      </w:r>
                      <w:r w:rsidRPr="002C1B57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ぜひ遊びに来てくださいね。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5442F77" wp14:editId="7F469D18">
            <wp:simplePos x="0" y="0"/>
            <wp:positionH relativeFrom="column">
              <wp:posOffset>597600</wp:posOffset>
            </wp:positionH>
            <wp:positionV relativeFrom="paragraph">
              <wp:posOffset>510955</wp:posOffset>
            </wp:positionV>
            <wp:extent cx="1481400" cy="987480"/>
            <wp:effectExtent l="0" t="0" r="5080" b="317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ildren-2582769__18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400" cy="9874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63B259" wp14:editId="49625B7A">
                <wp:simplePos x="0" y="0"/>
                <wp:positionH relativeFrom="column">
                  <wp:posOffset>266700</wp:posOffset>
                </wp:positionH>
                <wp:positionV relativeFrom="paragraph">
                  <wp:posOffset>2971800</wp:posOffset>
                </wp:positionV>
                <wp:extent cx="4644390" cy="342900"/>
                <wp:effectExtent l="0" t="0" r="381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439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3F4FD" w14:textId="24DD8B14" w:rsidR="007C4609" w:rsidRPr="003A03DB" w:rsidRDefault="003A03DB">
                            <w:pPr>
                              <w:rPr>
                                <w:rFonts w:ascii="メイリオ" w:eastAsia="メイリオ" w:hAnsi="メイリオ"/>
                                <w:b/>
                                <w:sz w:val="16"/>
                              </w:rPr>
                            </w:pP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〒</w:t>
                            </w:r>
                            <w:r w:rsidR="002C1B57" w:rsidRPr="002C1B57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413-0</w:t>
                            </w:r>
                            <w:r w:rsidR="002C1B57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0</w:t>
                            </w:r>
                            <w:r w:rsidR="002C1B57" w:rsidRPr="002C1B57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0</w:t>
                            </w:r>
                            <w:r w:rsidR="002C1B57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2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 xml:space="preserve">　</w:t>
                            </w:r>
                            <w:r w:rsidR="002C1B57" w:rsidRPr="002C1B57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静岡県熱海市伊豆山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X</w:t>
                            </w:r>
                            <w:r w:rsidRPr="003A03DB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XX-X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 xml:space="preserve">　T</w:t>
                            </w:r>
                            <w:r w:rsidRPr="003A03DB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el:04-XXXX-XXXX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 xml:space="preserve">　</w:t>
                            </w:r>
                            <w:r w:rsidR="002C1B57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山田孝雄・</w:t>
                            </w:r>
                            <w:r w:rsidR="002C1B57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紀子・</w:t>
                            </w:r>
                            <w:r w:rsidR="002C1B57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敏弘・恵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63B25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7" type="#_x0000_t202" style="position:absolute;left:0;text-align:left;margin-left:21pt;margin-top:234pt;width:365.7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" filled="f" stroked="f">
                <v:textbox>
                  <w:txbxContent>
                    <w:p w14:paraId="7573F4FD" w14:textId="24DD8B14" w:rsidR="00000000" w:rsidRPr="003A03DB" w:rsidRDefault="003A03DB">
                      <w:pPr>
                        <w:rPr>
                          <w:rFonts w:ascii="メイリオ" w:eastAsia="メイリオ" w:hAnsi="メイリオ" w:hint="eastAsia"/>
                          <w:b/>
                          <w:sz w:val="16"/>
                        </w:rPr>
                      </w:pP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〒</w:t>
                      </w:r>
                      <w:r w:rsidR="002C1B57" w:rsidRPr="002C1B57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413-0</w:t>
                      </w:r>
                      <w:r w:rsidR="002C1B57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0</w:t>
                      </w:r>
                      <w:r w:rsidR="002C1B57" w:rsidRPr="002C1B57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0</w:t>
                      </w:r>
                      <w:r w:rsidR="002C1B57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2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 xml:space="preserve">　</w:t>
                      </w:r>
                      <w:r w:rsidR="002C1B57" w:rsidRPr="002C1B57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静岡県熱海市伊豆山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X</w:t>
                      </w:r>
                      <w:r w:rsidRPr="003A03DB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XX-X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 xml:space="preserve">　T</w:t>
                      </w:r>
                      <w:r w:rsidRPr="003A03DB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el:04-XXXX-XXXX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 xml:space="preserve">　</w:t>
                      </w:r>
                      <w:r w:rsidR="002C1B57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山田孝雄・</w:t>
                      </w:r>
                      <w:r w:rsidR="002C1B57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紀子・</w:t>
                      </w:r>
                      <w:r w:rsidR="002C1B57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敏弘・恵</w:t>
                      </w:r>
                    </w:p>
                  </w:txbxContent>
                </v:textbox>
              </v:shape>
            </w:pict>
          </mc:Fallback>
        </mc:AlternateContent>
      </w:r>
      <w:r w:rsidR="007D724B">
        <w:rPr>
          <w:noProof/>
        </w:rPr>
        <w:drawing>
          <wp:anchor distT="0" distB="0" distL="114300" distR="114300" simplePos="0" relativeHeight="251656192" behindDoc="1" locked="0" layoutInCell="1" allowOverlap="1" wp14:anchorId="72158D3E" wp14:editId="3FD889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015" cy="3599180"/>
            <wp:effectExtent l="0" t="0" r="0" b="0"/>
            <wp:wrapNone/>
            <wp:docPr id="17" name="図 17" descr="::FIX: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7" descr="::FIX:25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15" cy="359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C4609" w:rsidRPr="000F09D4" w:rsidSect="000743E2">
      <w:pgSz w:w="8376" w:h="5678" w:orient="landscape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D1507" w14:textId="77777777" w:rsidR="00653FFE" w:rsidRDefault="00653FFE" w:rsidP="00C26A30">
      <w:r>
        <w:separator/>
      </w:r>
    </w:p>
  </w:endnote>
  <w:endnote w:type="continuationSeparator" w:id="0">
    <w:p w14:paraId="71939155" w14:textId="77777777" w:rsidR="00653FFE" w:rsidRDefault="00653FFE" w:rsidP="00C2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9C73C" w14:textId="77777777" w:rsidR="00653FFE" w:rsidRDefault="00653FFE" w:rsidP="00C26A30">
      <w:r>
        <w:separator/>
      </w:r>
    </w:p>
  </w:footnote>
  <w:footnote w:type="continuationSeparator" w:id="0">
    <w:p w14:paraId="2E4FE064" w14:textId="77777777" w:rsidR="00653FFE" w:rsidRDefault="00653FFE" w:rsidP="00C26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embedSystemFonts/>
  <w:bordersDoNotSurroundHeader/>
  <w:bordersDoNotSurroundFooter/>
  <w:proofState w:spelling="clean" w:grammar="clean"/>
  <w:attachedTemplate r:id="rId1"/>
  <w:defaultTabStop w:val="840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_{£¥‘“〈《「『【〔＄（［｛｢￥"/>
  <w:noLineBreaksBefore w:lang="ja-JP" w:val="!%),.:;?]_}¢°’”‰′″℃、。々〉》」』】〕゛゜ゝゞ・ヽヾ！％），．：；？］｝｡｣､･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DB"/>
    <w:rsid w:val="0017146D"/>
    <w:rsid w:val="001C7648"/>
    <w:rsid w:val="002A0F2B"/>
    <w:rsid w:val="002A3C7C"/>
    <w:rsid w:val="002C1B57"/>
    <w:rsid w:val="003A03DB"/>
    <w:rsid w:val="004A5773"/>
    <w:rsid w:val="00653FFE"/>
    <w:rsid w:val="007C4609"/>
    <w:rsid w:val="007C7302"/>
    <w:rsid w:val="007D724B"/>
    <w:rsid w:val="00813D1F"/>
    <w:rsid w:val="008A7BF8"/>
    <w:rsid w:val="008B660D"/>
    <w:rsid w:val="00AA7B82"/>
    <w:rsid w:val="00C26A30"/>
    <w:rsid w:val="00C52DBC"/>
    <w:rsid w:val="00C91CD0"/>
    <w:rsid w:val="00CC18B3"/>
    <w:rsid w:val="00E21457"/>
    <w:rsid w:val="00E658D0"/>
    <w:rsid w:val="00E946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95A17F"/>
  <w15:docId w15:val="{EF315456-E5AB-4A22-A7D2-06C6AA94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平成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iPriority="37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EBF"/>
    <w:pPr>
      <w:widowControl w:val="0"/>
      <w:jc w:val="both"/>
    </w:pPr>
    <w:rPr>
      <w:rFonts w:ascii="Century" w:eastAsia="ＭＳ 明朝" w:hAnsi="Century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A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A30"/>
    <w:rPr>
      <w:rFonts w:ascii="Century" w:eastAsia="ＭＳ 明朝" w:hAnsi="Century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C26A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A30"/>
    <w:rPr>
      <w:rFonts w:ascii="Century" w:eastAsia="ＭＳ 明朝" w:hAnsi="Century"/>
      <w:kern w:val="2"/>
      <w:sz w:val="24"/>
    </w:rPr>
  </w:style>
  <w:style w:type="character" w:styleId="a7">
    <w:name w:val="Hyperlink"/>
    <w:basedOn w:val="a0"/>
    <w:uiPriority w:val="99"/>
    <w:unhideWhenUsed/>
    <w:rsid w:val="003A03DB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A03DB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3A03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A03D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ja/%E3%83%94%E3%83%94%E5%B3%B6-%E5%B3%B6-%E3%82%BF%E3%82%A4-1129396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NUL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_re\AppData\Roaming\Microsoft\Templates\&#24341;&#36234;&#26696;&#20869;&#12399;&#12364;&#12365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4D41029-F067-428D-A542-D7A5357EE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引越案内はがき</Template>
  <TotalTime>17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引越案内はがき</vt:lpstr>
      <vt:lpstr>引越しのお知らせ</vt:lpstr>
    </vt:vector>
  </TitlesOfParts>
  <Company/>
  <LinksUpToDate>false</LinksUpToDate>
  <CharactersWithSpaces>4</CharactersWithSpaces>
  <SharedDoc>false</SharedDoc>
  <HyperlinkBase/>
  <HLinks>
    <vt:vector size="6" baseType="variant">
      <vt:variant>
        <vt:i4>4718673</vt:i4>
      </vt:variant>
      <vt:variant>
        <vt:i4>-1</vt:i4>
      </vt:variant>
      <vt:variant>
        <vt:i4>1041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引越案内はがき</dc:title>
  <dc:creator/>
  <cp:keywords/>
  <cp:lastModifiedBy>西尾彩香</cp:lastModifiedBy>
  <cp:revision>5</cp:revision>
  <dcterms:created xsi:type="dcterms:W3CDTF">2019-03-25T05:22:00Z</dcterms:created>
  <dcterms:modified xsi:type="dcterms:W3CDTF">2025-12-10T07:31:00Z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TC103509659990</vt:lpwstr>
  </property>
</Properties>
</file>